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6B8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34BD20" w14:textId="654533FB" w:rsidR="0085747A" w:rsidRPr="0015164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7171">
        <w:rPr>
          <w:rFonts w:ascii="Corbel" w:hAnsi="Corbel"/>
          <w:i/>
          <w:smallCaps/>
          <w:sz w:val="24"/>
          <w:szCs w:val="24"/>
        </w:rPr>
        <w:t>2019-2022</w:t>
      </w:r>
    </w:p>
    <w:p w14:paraId="59CEBEB6" w14:textId="2E61CF1C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</w:t>
      </w:r>
      <w:r w:rsidR="00EE7171">
        <w:rPr>
          <w:rFonts w:ascii="Corbel" w:hAnsi="Corbel"/>
          <w:sz w:val="20"/>
          <w:szCs w:val="20"/>
        </w:rPr>
        <w:t>1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</w:t>
      </w:r>
      <w:r w:rsidR="00EE7171">
        <w:rPr>
          <w:rFonts w:ascii="Corbel" w:hAnsi="Corbel"/>
          <w:sz w:val="20"/>
          <w:szCs w:val="20"/>
        </w:rPr>
        <w:t>2</w:t>
      </w:r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0B819C8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0B819C8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4539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4539E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85747A" w:rsidRPr="009C54AE" w14:paraId="7D46D477" w14:textId="77777777" w:rsidTr="00B819C8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0B819C8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9C54AE" w14:paraId="5286BF3F" w14:textId="77777777" w:rsidTr="00B819C8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0B819C8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0B819C8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005725" w14:textId="77777777" w:rsidTr="00B819C8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7431BDB" w14:textId="77777777" w:rsidTr="00B819C8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46EA5452" w:rsidR="0085747A" w:rsidRPr="009C54AE" w:rsidRDefault="004C1A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205F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4742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5D38682F" w14:textId="77777777" w:rsidTr="00B819C8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0B819C8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0B819C8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3D7725E1" w14:textId="77777777" w:rsidTr="00B819C8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B7282E2" w14:textId="77777777" w:rsidTr="001516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77777777" w:rsidR="00015B8F" w:rsidRPr="009C54AE" w:rsidRDefault="00E373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77777777" w:rsidR="00015B8F" w:rsidRPr="009C54AE" w:rsidRDefault="00E373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77777777" w:rsidR="00015B8F" w:rsidRPr="009C54AE" w:rsidRDefault="00C64D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5C80C824" w:rsidR="00DE5274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015164A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015164A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015164A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015164A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DBE8124" w14:textId="77777777" w:rsidR="00D76549" w:rsidRPr="00957B50" w:rsidRDefault="00D76549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C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127B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  <w:bookmarkStart w:id="1" w:name="_GoBack"/>
            <w:bookmarkEnd w:id="1"/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0283294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0283294">
        <w:tc>
          <w:tcPr>
            <w:tcW w:w="4902" w:type="dxa"/>
          </w:tcPr>
          <w:p w14:paraId="1339417F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77777777" w:rsidR="00D76549" w:rsidRPr="00176B89" w:rsidRDefault="000F1465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76549" w:rsidRPr="009C54AE" w14:paraId="0D9B0D25" w14:textId="77777777" w:rsidTr="00283294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0283294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4C25C11" w14:textId="77777777" w:rsidR="00D76549" w:rsidRPr="00176B89" w:rsidRDefault="000F1465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6549" w:rsidRPr="009C54AE" w14:paraId="0DCB88C0" w14:textId="77777777" w:rsidTr="00283294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77777777" w:rsidR="00D76549" w:rsidRPr="00176B89" w:rsidRDefault="000F1465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D76549" w:rsidRPr="009C54AE" w14:paraId="7E00514B" w14:textId="77777777" w:rsidTr="00283294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36327F3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6B8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R. (2016). Finanse a dobrobyt społeczny.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PTE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AEFC1" w14:textId="77777777" w:rsidR="00B42D09" w:rsidRDefault="00B42D09" w:rsidP="00C16ABF">
      <w:pPr>
        <w:spacing w:after="0" w:line="240" w:lineRule="auto"/>
      </w:pPr>
      <w:r>
        <w:separator/>
      </w:r>
    </w:p>
  </w:endnote>
  <w:endnote w:type="continuationSeparator" w:id="0">
    <w:p w14:paraId="4923D151" w14:textId="77777777" w:rsidR="00B42D09" w:rsidRDefault="00B42D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EA06A" w14:textId="77777777" w:rsidR="00B42D09" w:rsidRDefault="00B42D09" w:rsidP="00C16ABF">
      <w:pPr>
        <w:spacing w:after="0" w:line="240" w:lineRule="auto"/>
      </w:pPr>
      <w:r>
        <w:separator/>
      </w:r>
    </w:p>
  </w:footnote>
  <w:footnote w:type="continuationSeparator" w:id="0">
    <w:p w14:paraId="0A32FA59" w14:textId="77777777" w:rsidR="00B42D09" w:rsidRDefault="00B42D0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51C5"/>
    <w:rsid w:val="00331BD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65162"/>
    <w:rsid w:val="0056696D"/>
    <w:rsid w:val="005721D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25"/>
    <w:rsid w:val="0061029B"/>
    <w:rsid w:val="00616F6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D09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5F7D"/>
    <w:rsid w:val="00C36992"/>
    <w:rsid w:val="00C56036"/>
    <w:rsid w:val="00C61DC5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4742B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EE7171"/>
    <w:rsid w:val="00F070AB"/>
    <w:rsid w:val="00F17567"/>
    <w:rsid w:val="00F205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  <w:style w:type="character" w:styleId="Odwoaniedokomentarza">
    <w:name w:val="annotation reference"/>
    <w:basedOn w:val="Domylnaczcionkaakapitu"/>
    <w:uiPriority w:val="99"/>
    <w:semiHidden/>
    <w:unhideWhenUsed/>
    <w:rsid w:val="00E474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4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4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4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4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352195-2E91-4E05-B1E0-037552A27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676C5-6210-4A46-892E-02D94C53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800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15</cp:revision>
  <cp:lastPrinted>2019-02-06T12:12:00Z</cp:lastPrinted>
  <dcterms:created xsi:type="dcterms:W3CDTF">2020-10-13T10:17:00Z</dcterms:created>
  <dcterms:modified xsi:type="dcterms:W3CDTF">2021-01-04T13:11:00Z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